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298B575" w:rsidR="00EB46E5" w:rsidRPr="00BF54FE" w:rsidRDefault="00B204E3" w:rsidP="00B415D8">
      <w:pPr>
        <w:pStyle w:val="Titul2"/>
        <w:jc w:val="both"/>
      </w:pPr>
      <w:r>
        <w:t>Název zakázky: „</w:t>
      </w:r>
      <w:r w:rsidR="00B415D8" w:rsidRPr="00B415D8">
        <w:t>Cyklická obnova trati v úseku Liběchov (mimo) – Nymburk (mimo)</w:t>
      </w:r>
      <w:r>
        <w:t>“</w:t>
      </w:r>
      <w:r w:rsidR="00232000" w:rsidRPr="00BF54FE">
        <w:t xml:space="preserve"> </w:t>
      </w:r>
    </w:p>
    <w:p w14:paraId="67A07BB9" w14:textId="77777777" w:rsidR="009226C1" w:rsidRDefault="009226C1" w:rsidP="00B204E3">
      <w:pPr>
        <w:pStyle w:val="Textbezodsazen"/>
      </w:pPr>
    </w:p>
    <w:p w14:paraId="12B7693D" w14:textId="12DA6041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3902CC3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7777777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77777777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1211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A7C15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15D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M&#252;ller\Vzorov&#233;%20dokumety\Vzorov&#233;%20dokumenty%20O&#344;\14.%20aktualizace%20-%20P&#344;IPRAVOVAN&#193;\4_Prost&#233;%20rekonstrukce\1_Postup%20dle%20ZZVZ_zm&#283;na_220124\D&#237;l%202_2%20Dopis_nab&#237;dky_R-F_24_1_n&#225;rodn&#237;_zdroje_P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5FD209-859B-4A97-9446-614748A0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Dopis_nabídky_R-F_24_1_národní_zdroje_PR</Template>
  <TotalTime>3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Jeník Adam, Bc.</cp:lastModifiedBy>
  <cp:revision>3</cp:revision>
  <cp:lastPrinted>2019-03-07T14:42:00Z</cp:lastPrinted>
  <dcterms:created xsi:type="dcterms:W3CDTF">2024-02-02T07:59:00Z</dcterms:created>
  <dcterms:modified xsi:type="dcterms:W3CDTF">2025-04-23T10:51:00Z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